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258AC5" w14:textId="77777777" w:rsidTr="00F862D6">
        <w:tc>
          <w:tcPr>
            <w:tcW w:w="1020" w:type="dxa"/>
          </w:tcPr>
          <w:p w14:paraId="15EE3B1C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0" allowOverlap="1" wp14:anchorId="5804E4F6" wp14:editId="0223E1CC">
                      <wp:simplePos x="0" y="0"/>
                      <wp:positionH relativeFrom="page">
                        <wp:posOffset>2942590</wp:posOffset>
                      </wp:positionH>
                      <wp:positionV relativeFrom="page">
                        <wp:posOffset>132715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40E4B7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04E4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1.7pt;margin-top:10.45pt;width:189.9pt;height:61.2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7nN16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4040E4B7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F5E5D7D" w14:textId="77777777" w:rsidR="00F64786" w:rsidRDefault="00F64786" w:rsidP="0077673A"/>
        </w:tc>
        <w:tc>
          <w:tcPr>
            <w:tcW w:w="823" w:type="dxa"/>
          </w:tcPr>
          <w:p w14:paraId="123566B8" w14:textId="77777777" w:rsidR="00F64786" w:rsidRDefault="00F64786" w:rsidP="0077673A"/>
        </w:tc>
        <w:tc>
          <w:tcPr>
            <w:tcW w:w="3685" w:type="dxa"/>
          </w:tcPr>
          <w:p w14:paraId="25B2604F" w14:textId="77777777" w:rsidR="00F64786" w:rsidRDefault="00F64786" w:rsidP="0077673A"/>
        </w:tc>
      </w:tr>
      <w:tr w:rsidR="00F862D6" w14:paraId="2E6279D5" w14:textId="77777777" w:rsidTr="00596C7E">
        <w:tc>
          <w:tcPr>
            <w:tcW w:w="1020" w:type="dxa"/>
          </w:tcPr>
          <w:p w14:paraId="064979C4" w14:textId="77777777" w:rsidR="00F862D6" w:rsidRDefault="00F862D6" w:rsidP="0077673A"/>
        </w:tc>
        <w:tc>
          <w:tcPr>
            <w:tcW w:w="2552" w:type="dxa"/>
          </w:tcPr>
          <w:p w14:paraId="4BD111A5" w14:textId="77777777" w:rsidR="00F862D6" w:rsidRDefault="00F862D6" w:rsidP="00764595"/>
        </w:tc>
        <w:tc>
          <w:tcPr>
            <w:tcW w:w="823" w:type="dxa"/>
          </w:tcPr>
          <w:p w14:paraId="2E9EBEAF" w14:textId="77777777" w:rsidR="00F862D6" w:rsidRDefault="00F862D6" w:rsidP="0077673A"/>
        </w:tc>
        <w:tc>
          <w:tcPr>
            <w:tcW w:w="3685" w:type="dxa"/>
            <w:vMerge w:val="restart"/>
          </w:tcPr>
          <w:p w14:paraId="1B060DF4" w14:textId="77777777" w:rsidR="00596C7E" w:rsidRDefault="00596C7E" w:rsidP="00596C7E">
            <w:pPr>
              <w:rPr>
                <w:rStyle w:val="Potovnadresa"/>
              </w:rPr>
            </w:pPr>
          </w:p>
          <w:p w14:paraId="5251FCF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5E9AB55" w14:textId="77777777" w:rsidTr="00F862D6">
        <w:tc>
          <w:tcPr>
            <w:tcW w:w="1020" w:type="dxa"/>
          </w:tcPr>
          <w:p w14:paraId="12E89BA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0A7FCC9" w14:textId="6FB86979" w:rsidR="00F862D6" w:rsidRPr="003E6B9A" w:rsidRDefault="007B1B87" w:rsidP="00833A79">
            <w:r w:rsidRPr="007B1B87">
              <w:rPr>
                <w:rFonts w:ascii="Helvetica" w:hAnsi="Helvetica"/>
              </w:rPr>
              <w:t>10024/2023-SŽ-SSV-Ú3</w:t>
            </w:r>
            <w:bookmarkStart w:id="0" w:name="_GoBack"/>
            <w:bookmarkEnd w:id="0"/>
          </w:p>
        </w:tc>
        <w:tc>
          <w:tcPr>
            <w:tcW w:w="823" w:type="dxa"/>
          </w:tcPr>
          <w:p w14:paraId="47995774" w14:textId="77777777" w:rsidR="00F862D6" w:rsidRDefault="00F862D6" w:rsidP="0077673A"/>
        </w:tc>
        <w:tc>
          <w:tcPr>
            <w:tcW w:w="3685" w:type="dxa"/>
            <w:vMerge/>
          </w:tcPr>
          <w:p w14:paraId="60BCCBF7" w14:textId="77777777" w:rsidR="00F862D6" w:rsidRDefault="00F862D6" w:rsidP="0077673A"/>
        </w:tc>
      </w:tr>
      <w:tr w:rsidR="00F862D6" w14:paraId="598A9CBC" w14:textId="77777777" w:rsidTr="00F862D6">
        <w:tc>
          <w:tcPr>
            <w:tcW w:w="1020" w:type="dxa"/>
          </w:tcPr>
          <w:p w14:paraId="305EA53C" w14:textId="77777777" w:rsidR="00F862D6" w:rsidRPr="007B1B87" w:rsidRDefault="00F862D6" w:rsidP="0077673A">
            <w:r w:rsidRPr="007B1B87">
              <w:t>Listů/příloh</w:t>
            </w:r>
          </w:p>
        </w:tc>
        <w:tc>
          <w:tcPr>
            <w:tcW w:w="2552" w:type="dxa"/>
          </w:tcPr>
          <w:p w14:paraId="39F5C1F8" w14:textId="52B8CB91" w:rsidR="00F862D6" w:rsidRPr="007B1B87" w:rsidRDefault="00833A79" w:rsidP="00CC1E2B">
            <w:r w:rsidRPr="007B1B87">
              <w:t>1</w:t>
            </w:r>
            <w:r w:rsidR="003E6B9A" w:rsidRPr="007B1B87">
              <w:t>/</w:t>
            </w:r>
            <w:r w:rsidR="00931B2A" w:rsidRPr="007B1B87">
              <w:t>2</w:t>
            </w:r>
          </w:p>
        </w:tc>
        <w:tc>
          <w:tcPr>
            <w:tcW w:w="823" w:type="dxa"/>
          </w:tcPr>
          <w:p w14:paraId="241F1266" w14:textId="77777777" w:rsidR="00F862D6" w:rsidRDefault="00F862D6" w:rsidP="0077673A"/>
        </w:tc>
        <w:tc>
          <w:tcPr>
            <w:tcW w:w="3685" w:type="dxa"/>
            <w:vMerge/>
          </w:tcPr>
          <w:p w14:paraId="57119B9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84696EE" w14:textId="77777777" w:rsidTr="00B23CA3">
        <w:trPr>
          <w:trHeight w:val="77"/>
        </w:trPr>
        <w:tc>
          <w:tcPr>
            <w:tcW w:w="1020" w:type="dxa"/>
          </w:tcPr>
          <w:p w14:paraId="35ABD0EF" w14:textId="77777777" w:rsidR="00F862D6" w:rsidRDefault="00F862D6" w:rsidP="0077673A"/>
        </w:tc>
        <w:tc>
          <w:tcPr>
            <w:tcW w:w="2552" w:type="dxa"/>
          </w:tcPr>
          <w:p w14:paraId="1B7B253C" w14:textId="77777777" w:rsidR="00F862D6" w:rsidRPr="003E6B9A" w:rsidRDefault="00F862D6" w:rsidP="0077673A"/>
        </w:tc>
        <w:tc>
          <w:tcPr>
            <w:tcW w:w="823" w:type="dxa"/>
          </w:tcPr>
          <w:p w14:paraId="5E50426A" w14:textId="77777777" w:rsidR="00F862D6" w:rsidRDefault="00F862D6" w:rsidP="0077673A"/>
        </w:tc>
        <w:tc>
          <w:tcPr>
            <w:tcW w:w="3685" w:type="dxa"/>
            <w:vMerge/>
          </w:tcPr>
          <w:p w14:paraId="4810D19F" w14:textId="77777777" w:rsidR="00F862D6" w:rsidRDefault="00F862D6" w:rsidP="0077673A"/>
        </w:tc>
      </w:tr>
      <w:tr w:rsidR="00F862D6" w14:paraId="735E3F1A" w14:textId="77777777" w:rsidTr="00F862D6">
        <w:tc>
          <w:tcPr>
            <w:tcW w:w="1020" w:type="dxa"/>
          </w:tcPr>
          <w:p w14:paraId="5718FDF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4D35D24" w14:textId="77777777" w:rsidR="00F862D6" w:rsidRPr="003E6B9A" w:rsidRDefault="00833A79" w:rsidP="00FE3455">
            <w:r>
              <w:t>Renáta Majerová</w:t>
            </w:r>
          </w:p>
        </w:tc>
        <w:tc>
          <w:tcPr>
            <w:tcW w:w="823" w:type="dxa"/>
          </w:tcPr>
          <w:p w14:paraId="6BA936AC" w14:textId="77777777" w:rsidR="00F862D6" w:rsidRDefault="00F862D6" w:rsidP="0077673A"/>
        </w:tc>
        <w:tc>
          <w:tcPr>
            <w:tcW w:w="3685" w:type="dxa"/>
            <w:vMerge/>
          </w:tcPr>
          <w:p w14:paraId="55A3436B" w14:textId="77777777" w:rsidR="00F862D6" w:rsidRDefault="00F862D6" w:rsidP="0077673A"/>
        </w:tc>
      </w:tr>
      <w:tr w:rsidR="009A7568" w14:paraId="32C1B85A" w14:textId="77777777" w:rsidTr="00F862D6">
        <w:tc>
          <w:tcPr>
            <w:tcW w:w="1020" w:type="dxa"/>
          </w:tcPr>
          <w:p w14:paraId="01A7C37B" w14:textId="77777777" w:rsidR="009A7568" w:rsidRDefault="009A7568" w:rsidP="009A7568"/>
        </w:tc>
        <w:tc>
          <w:tcPr>
            <w:tcW w:w="2552" w:type="dxa"/>
          </w:tcPr>
          <w:p w14:paraId="1C03030D" w14:textId="77777777" w:rsidR="009A7568" w:rsidRPr="003E6B9A" w:rsidRDefault="009A7568" w:rsidP="009A7568"/>
        </w:tc>
        <w:tc>
          <w:tcPr>
            <w:tcW w:w="823" w:type="dxa"/>
          </w:tcPr>
          <w:p w14:paraId="3A98DA7F" w14:textId="77777777" w:rsidR="009A7568" w:rsidRDefault="009A7568" w:rsidP="009A7568"/>
        </w:tc>
        <w:tc>
          <w:tcPr>
            <w:tcW w:w="3685" w:type="dxa"/>
            <w:vMerge/>
          </w:tcPr>
          <w:p w14:paraId="15031823" w14:textId="77777777" w:rsidR="009A7568" w:rsidRDefault="009A7568" w:rsidP="009A7568"/>
        </w:tc>
      </w:tr>
      <w:tr w:rsidR="009A7568" w14:paraId="256FE5B0" w14:textId="77777777" w:rsidTr="00F862D6">
        <w:tc>
          <w:tcPr>
            <w:tcW w:w="1020" w:type="dxa"/>
          </w:tcPr>
          <w:p w14:paraId="4CCA330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41487B0" w14:textId="77777777" w:rsidR="009A7568" w:rsidRPr="003E6B9A" w:rsidRDefault="00833A79" w:rsidP="009A7568">
            <w:r>
              <w:t>+420 724 932 325</w:t>
            </w:r>
          </w:p>
        </w:tc>
        <w:tc>
          <w:tcPr>
            <w:tcW w:w="823" w:type="dxa"/>
          </w:tcPr>
          <w:p w14:paraId="22A60CE2" w14:textId="77777777" w:rsidR="009A7568" w:rsidRDefault="009A7568" w:rsidP="009A7568"/>
        </w:tc>
        <w:tc>
          <w:tcPr>
            <w:tcW w:w="3685" w:type="dxa"/>
            <w:vMerge/>
          </w:tcPr>
          <w:p w14:paraId="5748F871" w14:textId="77777777" w:rsidR="009A7568" w:rsidRDefault="009A7568" w:rsidP="009A7568"/>
        </w:tc>
      </w:tr>
      <w:tr w:rsidR="009A7568" w14:paraId="079F5219" w14:textId="77777777" w:rsidTr="00F862D6">
        <w:tc>
          <w:tcPr>
            <w:tcW w:w="1020" w:type="dxa"/>
          </w:tcPr>
          <w:p w14:paraId="50CB5439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36AECE5" w14:textId="77777777" w:rsidR="009A7568" w:rsidRPr="003E6B9A" w:rsidRDefault="00833A79" w:rsidP="006104F6">
            <w:r>
              <w:t>Majerova@spravazeleznic.cz</w:t>
            </w:r>
          </w:p>
        </w:tc>
        <w:tc>
          <w:tcPr>
            <w:tcW w:w="823" w:type="dxa"/>
          </w:tcPr>
          <w:p w14:paraId="580ECD07" w14:textId="77777777" w:rsidR="009A7568" w:rsidRDefault="009A7568" w:rsidP="009A7568"/>
        </w:tc>
        <w:tc>
          <w:tcPr>
            <w:tcW w:w="3685" w:type="dxa"/>
            <w:vMerge/>
          </w:tcPr>
          <w:p w14:paraId="4ADC7C74" w14:textId="77777777" w:rsidR="009A7568" w:rsidRDefault="009A7568" w:rsidP="009A7568"/>
        </w:tc>
      </w:tr>
      <w:tr w:rsidR="009A7568" w14:paraId="3A3534BF" w14:textId="77777777" w:rsidTr="00F862D6">
        <w:tc>
          <w:tcPr>
            <w:tcW w:w="1020" w:type="dxa"/>
          </w:tcPr>
          <w:p w14:paraId="061D4866" w14:textId="77777777" w:rsidR="009A7568" w:rsidRDefault="009A7568" w:rsidP="009A7568"/>
        </w:tc>
        <w:tc>
          <w:tcPr>
            <w:tcW w:w="2552" w:type="dxa"/>
          </w:tcPr>
          <w:p w14:paraId="2C6F3730" w14:textId="77777777" w:rsidR="009A7568" w:rsidRPr="003E6B9A" w:rsidRDefault="009A7568" w:rsidP="009A7568"/>
        </w:tc>
        <w:tc>
          <w:tcPr>
            <w:tcW w:w="823" w:type="dxa"/>
          </w:tcPr>
          <w:p w14:paraId="41A506E0" w14:textId="77777777" w:rsidR="009A7568" w:rsidRDefault="009A7568" w:rsidP="009A7568"/>
        </w:tc>
        <w:tc>
          <w:tcPr>
            <w:tcW w:w="3685" w:type="dxa"/>
          </w:tcPr>
          <w:p w14:paraId="7305A26D" w14:textId="77777777" w:rsidR="009A7568" w:rsidRDefault="009A7568" w:rsidP="009A7568"/>
        </w:tc>
      </w:tr>
      <w:tr w:rsidR="009A7568" w14:paraId="0B07D8FD" w14:textId="77777777" w:rsidTr="00F862D6">
        <w:tc>
          <w:tcPr>
            <w:tcW w:w="1020" w:type="dxa"/>
          </w:tcPr>
          <w:p w14:paraId="263554B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6FE9A7C" w14:textId="33327C2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B1B87">
              <w:rPr>
                <w:noProof/>
              </w:rPr>
              <w:t>30.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507969E0" w14:textId="77777777" w:rsidR="009A7568" w:rsidRDefault="009A7568" w:rsidP="009A7568"/>
        </w:tc>
        <w:tc>
          <w:tcPr>
            <w:tcW w:w="3685" w:type="dxa"/>
          </w:tcPr>
          <w:p w14:paraId="5CDFA69E" w14:textId="77777777" w:rsidR="009A7568" w:rsidRDefault="009A7568" w:rsidP="009A7568"/>
        </w:tc>
      </w:tr>
      <w:tr w:rsidR="00F64786" w14:paraId="64A43BDF" w14:textId="77777777" w:rsidTr="00F862D6">
        <w:tc>
          <w:tcPr>
            <w:tcW w:w="1020" w:type="dxa"/>
          </w:tcPr>
          <w:p w14:paraId="471C105E" w14:textId="77777777" w:rsidR="00F64786" w:rsidRDefault="00F64786" w:rsidP="0077673A"/>
        </w:tc>
        <w:tc>
          <w:tcPr>
            <w:tcW w:w="2552" w:type="dxa"/>
          </w:tcPr>
          <w:p w14:paraId="1AACB14E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E1AB7ED" w14:textId="77777777" w:rsidR="00F64786" w:rsidRDefault="00F64786" w:rsidP="0077673A"/>
        </w:tc>
        <w:tc>
          <w:tcPr>
            <w:tcW w:w="3685" w:type="dxa"/>
          </w:tcPr>
          <w:p w14:paraId="120F00F4" w14:textId="77777777" w:rsidR="00F64786" w:rsidRDefault="00F64786" w:rsidP="0077673A"/>
        </w:tc>
      </w:tr>
      <w:tr w:rsidR="00F862D6" w14:paraId="79E84D11" w14:textId="77777777" w:rsidTr="00B45E9E">
        <w:trPr>
          <w:trHeight w:val="794"/>
        </w:trPr>
        <w:tc>
          <w:tcPr>
            <w:tcW w:w="1020" w:type="dxa"/>
          </w:tcPr>
          <w:p w14:paraId="0B99D2CD" w14:textId="77777777" w:rsidR="00F862D6" w:rsidRDefault="00F862D6" w:rsidP="0077673A"/>
        </w:tc>
        <w:tc>
          <w:tcPr>
            <w:tcW w:w="2552" w:type="dxa"/>
          </w:tcPr>
          <w:p w14:paraId="2738AE75" w14:textId="77777777" w:rsidR="00F862D6" w:rsidRDefault="00F862D6" w:rsidP="00F310F8"/>
        </w:tc>
        <w:tc>
          <w:tcPr>
            <w:tcW w:w="823" w:type="dxa"/>
          </w:tcPr>
          <w:p w14:paraId="448989E2" w14:textId="77777777" w:rsidR="00F862D6" w:rsidRDefault="00F862D6" w:rsidP="0077673A"/>
        </w:tc>
        <w:tc>
          <w:tcPr>
            <w:tcW w:w="3685" w:type="dxa"/>
          </w:tcPr>
          <w:p w14:paraId="6B7B7299" w14:textId="77777777" w:rsidR="00F862D6" w:rsidRDefault="00F862D6" w:rsidP="0077673A"/>
        </w:tc>
      </w:tr>
    </w:tbl>
    <w:p w14:paraId="5FE17E2F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33A79" w:rsidRPr="00833A79">
        <w:rPr>
          <w:rFonts w:eastAsia="Calibri" w:cs="Times New Roman"/>
          <w:b/>
          <w:lang w:eastAsia="cs-CZ"/>
        </w:rPr>
        <w:t>Rekonstrukce dopravny Teplice nad Metují město</w:t>
      </w:r>
    </w:p>
    <w:p w14:paraId="68B2B866" w14:textId="4F14F8B9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33A79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9E6768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2B590D6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63F4EC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B7C6AC" w14:textId="17FEEA9D" w:rsidR="00A14B19" w:rsidRPr="009E7A5A" w:rsidRDefault="00A14B19" w:rsidP="00A14B19">
      <w:pPr>
        <w:spacing w:after="0" w:line="240" w:lineRule="auto"/>
        <w:rPr>
          <w:rFonts w:eastAsia="Calibri" w:cs="Times New Roman"/>
          <w:b/>
          <w:lang w:eastAsia="cs-CZ"/>
        </w:rPr>
      </w:pPr>
      <w:r w:rsidRPr="009E7A5A">
        <w:rPr>
          <w:rFonts w:eastAsia="Calibri" w:cs="Times New Roman"/>
          <w:b/>
          <w:lang w:eastAsia="cs-CZ"/>
        </w:rPr>
        <w:t xml:space="preserve">Dotaz č. </w:t>
      </w:r>
      <w:r w:rsidR="009E6768">
        <w:rPr>
          <w:rFonts w:eastAsia="Calibri" w:cs="Times New Roman"/>
          <w:b/>
          <w:lang w:eastAsia="cs-CZ"/>
        </w:rPr>
        <w:t>3</w:t>
      </w:r>
      <w:r w:rsidRPr="009E7A5A">
        <w:rPr>
          <w:rFonts w:eastAsia="Calibri" w:cs="Times New Roman"/>
          <w:b/>
          <w:lang w:eastAsia="cs-CZ"/>
        </w:rPr>
        <w:t>:</w:t>
      </w:r>
    </w:p>
    <w:p w14:paraId="7D3B12CB" w14:textId="7DA1F4FA" w:rsidR="00483F34" w:rsidRPr="009E7A5A" w:rsidRDefault="009E676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6768">
        <w:rPr>
          <w:rFonts w:cs="Arial"/>
        </w:rPr>
        <w:t>V příloze zadávací dokumentace č. 2c) – Zvláštní technické podmínky, zadavatel uvádí v oddíle 4.7.1. změnu SO/PS oproti projektu „SO 11-10-01 – Přejezd P4855: Přejezd P4855 bude v rámci této akce odstraněn“. Pokud bude zmiňovaný přejezd zrušen bez náhrady, žádáme zadavatele o přezkoumání soutěžních výkazů výměr s případným vyjmutím, nebo odlišením položek, týkajících se zřízení nové přejezdové úpravy, které soupis dle našeho zjištění pravděpodobně obsahuje.</w:t>
      </w:r>
    </w:p>
    <w:p w14:paraId="1FB9F3DD" w14:textId="77777777" w:rsidR="009E6768" w:rsidRDefault="009E6768" w:rsidP="00A14B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4CF4E6" w14:textId="5F60CD89" w:rsidR="00A14B19" w:rsidRPr="009E7A5A" w:rsidRDefault="00A14B19" w:rsidP="00A14B19">
      <w:pPr>
        <w:spacing w:after="0" w:line="240" w:lineRule="auto"/>
        <w:rPr>
          <w:rFonts w:eastAsia="Calibri" w:cs="Times New Roman"/>
          <w:b/>
          <w:lang w:eastAsia="cs-CZ"/>
        </w:rPr>
      </w:pPr>
      <w:r w:rsidRPr="009E7A5A">
        <w:rPr>
          <w:rFonts w:eastAsia="Calibri" w:cs="Times New Roman"/>
          <w:b/>
          <w:lang w:eastAsia="cs-CZ"/>
        </w:rPr>
        <w:t xml:space="preserve">Odpověď: </w:t>
      </w:r>
    </w:p>
    <w:p w14:paraId="7B926792" w14:textId="750A865E" w:rsidR="009A46D4" w:rsidRDefault="00FC318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Přejezd P4855 bude zrušen bez náhrady.</w:t>
      </w:r>
      <w:r w:rsidR="009A46D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Následující položky byly vyjmuty z výkazů výměr: </w:t>
      </w:r>
    </w:p>
    <w:p w14:paraId="1ADFA293" w14:textId="05F55454" w:rsidR="00A14B19" w:rsidRDefault="007E55C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11-10-01 - </w:t>
      </w:r>
      <w:r w:rsidR="00FC3184">
        <w:rPr>
          <w:rFonts w:eastAsia="Times New Roman" w:cs="Times New Roman"/>
          <w:lang w:eastAsia="cs-CZ"/>
        </w:rPr>
        <w:t xml:space="preserve">číslo položky - 12,13,14,15,36-41,45,46,60,61 </w:t>
      </w:r>
    </w:p>
    <w:p w14:paraId="2F2000D3" w14:textId="15440D77" w:rsidR="007E55C6" w:rsidRPr="009E7A5A" w:rsidRDefault="007E55C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SO 98-98 - číslo položky - 13</w:t>
      </w:r>
    </w:p>
    <w:p w14:paraId="106C9601" w14:textId="77777777" w:rsidR="00A14B19" w:rsidRDefault="00A14B1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C36B79" w14:textId="77777777" w:rsidR="00A14B19" w:rsidRDefault="00A14B1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185891" w14:textId="77777777" w:rsidR="007B1B87" w:rsidRPr="00396E8C" w:rsidRDefault="007B1B87" w:rsidP="007B1B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31B2A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  <w:r w:rsidRPr="00396E8C">
        <w:rPr>
          <w:rFonts w:eastAsia="Times New Roman" w:cs="Times New Roman"/>
          <w:lang w:eastAsia="cs-CZ"/>
        </w:rPr>
        <w:t xml:space="preserve"> </w:t>
      </w:r>
    </w:p>
    <w:p w14:paraId="6F879F09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0ECFFED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33A79">
        <w:rPr>
          <w:rFonts w:eastAsia="Calibri" w:cs="Times New Roman"/>
          <w:lang w:eastAsia="cs-CZ"/>
        </w:rPr>
        <w:t>Vysvětlení/ změnu/ doplnění 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F22F10D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A866446" w14:textId="781F72AC" w:rsidR="00CB7B5A" w:rsidRPr="007B1B87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B1B87">
        <w:rPr>
          <w:rFonts w:eastAsia="Calibri" w:cs="Times New Roman"/>
          <w:b/>
          <w:bCs/>
          <w:lang w:eastAsia="cs-CZ"/>
        </w:rPr>
        <w:t xml:space="preserve">Příloha: </w:t>
      </w:r>
      <w:r w:rsidR="009E7A5A" w:rsidRPr="007B1B87">
        <w:rPr>
          <w:rFonts w:eastAsia="Calibri" w:cs="Times New Roman"/>
          <w:bCs/>
          <w:lang w:eastAsia="cs-CZ"/>
        </w:rPr>
        <w:t>XLS_dopravnaTeplicenadMetuji_20230828_zm0</w:t>
      </w:r>
      <w:r w:rsidR="009A46D4" w:rsidRPr="007B1B87">
        <w:rPr>
          <w:rFonts w:eastAsia="Calibri" w:cs="Times New Roman"/>
          <w:bCs/>
          <w:lang w:eastAsia="cs-CZ"/>
        </w:rPr>
        <w:t>2</w:t>
      </w:r>
    </w:p>
    <w:p w14:paraId="70C1C87D" w14:textId="4D8A5822" w:rsidR="00CB7B5A" w:rsidRPr="00CB7B5A" w:rsidRDefault="009E7A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B1B87">
        <w:rPr>
          <w:rFonts w:eastAsia="Calibri" w:cs="Times New Roman"/>
          <w:lang w:eastAsia="cs-CZ"/>
        </w:rPr>
        <w:t xml:space="preserve">             XDC_dopravnaTeplicenadMetuji_20230828_zm0</w:t>
      </w:r>
      <w:r w:rsidR="009A46D4" w:rsidRPr="007B1B87">
        <w:rPr>
          <w:rFonts w:eastAsia="Calibri" w:cs="Times New Roman"/>
          <w:lang w:eastAsia="cs-CZ"/>
        </w:rPr>
        <w:t>2</w:t>
      </w:r>
    </w:p>
    <w:p w14:paraId="5535554D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C25E9C" w14:textId="77777777" w:rsidR="009E7A5A" w:rsidRDefault="009E7A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88FA10" w14:textId="77777777" w:rsidR="009E7A5A" w:rsidRDefault="009E7A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164868" w14:textId="2B0B8BD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 </w:t>
      </w:r>
      <w:r w:rsidRPr="00931B2A">
        <w:rPr>
          <w:rFonts w:eastAsia="Calibri" w:cs="Times New Roman"/>
          <w:lang w:eastAsia="cs-CZ"/>
        </w:rPr>
        <w:t xml:space="preserve">Olomouci dne </w:t>
      </w:r>
      <w:r w:rsidR="009E6768">
        <w:rPr>
          <w:rFonts w:eastAsia="Calibri" w:cs="Times New Roman"/>
          <w:lang w:eastAsia="cs-CZ"/>
        </w:rPr>
        <w:t>30</w:t>
      </w:r>
      <w:r w:rsidR="00122D8C" w:rsidRPr="00931B2A">
        <w:rPr>
          <w:rFonts w:eastAsia="Calibri" w:cs="Times New Roman"/>
          <w:lang w:eastAsia="cs-CZ"/>
        </w:rPr>
        <w:t>. 8. 2023</w:t>
      </w:r>
    </w:p>
    <w:p w14:paraId="43E4AB0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81FF17" w14:textId="77777777" w:rsidR="00122D8C" w:rsidRDefault="00122D8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23DD23" w14:textId="359A097B" w:rsidR="00122D8C" w:rsidRDefault="00122D8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6A7A44" w14:textId="77777777" w:rsidR="007B1B87" w:rsidRDefault="007B1B8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E76200" w14:textId="77777777" w:rsidR="00122D8C" w:rsidRPr="00CB7B5A" w:rsidRDefault="00122D8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A7957B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11E76B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8BCF4AB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40301B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26588CC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C3DC03E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D036C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9B671E3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96F2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B5224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BF7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7A28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C61083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1843A16" w14:textId="77777777" w:rsidR="00F1715C" w:rsidRDefault="00F1715C" w:rsidP="00D831A3">
          <w:pPr>
            <w:pStyle w:val="Zpat"/>
          </w:pPr>
        </w:p>
      </w:tc>
    </w:tr>
  </w:tbl>
  <w:p w14:paraId="77EFDD4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785EFE0" wp14:editId="28502D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E0648A5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6F1725D" wp14:editId="17BD2D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3AC669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50BF2E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BE55D4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EFAEE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C15F517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68421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7BCDBF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34FDB5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99D7B1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9872C0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B0846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BD4FD72" w14:textId="77777777" w:rsidR="00490C88" w:rsidRDefault="00490C88" w:rsidP="00331004">
          <w:pPr>
            <w:pStyle w:val="Zpat"/>
          </w:pPr>
        </w:p>
      </w:tc>
    </w:tr>
  </w:tbl>
  <w:p w14:paraId="0673594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E3F0BFD" wp14:editId="53BBD5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E5702F0" id="Straight Connector 7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67E871F0" wp14:editId="5B6802D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2C627E4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3395F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7DB0B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08FFC25C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B42B2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55735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FFE9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AC30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D7FEC3" w14:textId="77777777" w:rsidR="00F1715C" w:rsidRPr="00D6163D" w:rsidRDefault="00F1715C" w:rsidP="00D6163D">
          <w:pPr>
            <w:pStyle w:val="Druhdokumentu"/>
          </w:pPr>
        </w:p>
      </w:tc>
    </w:tr>
  </w:tbl>
  <w:p w14:paraId="09372E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C7FAF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0A807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F80DDA9" wp14:editId="1DC476A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EE2C3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223608" w14:textId="77777777" w:rsidR="00F3199A" w:rsidRPr="00D6163D" w:rsidRDefault="00F3199A" w:rsidP="00FC6389">
          <w:pPr>
            <w:pStyle w:val="Druhdokumentu"/>
          </w:pPr>
        </w:p>
      </w:tc>
    </w:tr>
    <w:tr w:rsidR="00F3199A" w14:paraId="1DB9EB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986CA64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509ECB2" wp14:editId="38CA2954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0F568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76C6E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089AE6F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EA04BFD" wp14:editId="269005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64D200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F599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12E1354"/>
    <w:multiLevelType w:val="hybridMultilevel"/>
    <w:tmpl w:val="73CCF070"/>
    <w:lvl w:ilvl="0" w:tplc="8B22126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40868"/>
    <w:rsid w:val="00072C1E"/>
    <w:rsid w:val="000B1153"/>
    <w:rsid w:val="000B6C7E"/>
    <w:rsid w:val="000B7907"/>
    <w:rsid w:val="000C0429"/>
    <w:rsid w:val="000C45E8"/>
    <w:rsid w:val="00114472"/>
    <w:rsid w:val="00122D8C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1B87"/>
    <w:rsid w:val="007B570C"/>
    <w:rsid w:val="007D330E"/>
    <w:rsid w:val="007E4A6E"/>
    <w:rsid w:val="007E55C6"/>
    <w:rsid w:val="007F56A7"/>
    <w:rsid w:val="00807DD0"/>
    <w:rsid w:val="00813F11"/>
    <w:rsid w:val="00833A79"/>
    <w:rsid w:val="00875C66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1B2A"/>
    <w:rsid w:val="00936091"/>
    <w:rsid w:val="00940D8A"/>
    <w:rsid w:val="00962258"/>
    <w:rsid w:val="009678B7"/>
    <w:rsid w:val="00982411"/>
    <w:rsid w:val="00992D9C"/>
    <w:rsid w:val="00996CB8"/>
    <w:rsid w:val="009A46D4"/>
    <w:rsid w:val="009A7568"/>
    <w:rsid w:val="009B24D8"/>
    <w:rsid w:val="009B2E97"/>
    <w:rsid w:val="009B72CC"/>
    <w:rsid w:val="009E07F4"/>
    <w:rsid w:val="009E6768"/>
    <w:rsid w:val="009E7A5A"/>
    <w:rsid w:val="009F392E"/>
    <w:rsid w:val="00A14B19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469E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318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75F8B2"/>
  <w14:defaultImageDpi w14:val="32767"/>
  <w15:docId w15:val="{6CE407F9-39A2-40E6-8A25-7BE27FB4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26AA7F-4D5F-4682-A385-57D754D5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</TotalTime>
  <Pages>1</Pages>
  <Words>250</Words>
  <Characters>1476</Characters>
  <Application>Microsoft Office Word</Application>
  <DocSecurity>4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Sprava zeleznic, statni organizace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Červinka Daniel</dc:creator>
  <cp:lastModifiedBy>Majerová Renáta</cp:lastModifiedBy>
  <cp:revision>2</cp:revision>
  <cp:lastPrinted>2023-08-30T07:10:00Z</cp:lastPrinted>
  <dcterms:created xsi:type="dcterms:W3CDTF">2023-08-30T07:38:00Z</dcterms:created>
  <dcterms:modified xsi:type="dcterms:W3CDTF">2023-08-30T07:38:00Z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